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E0F" w:rsidRPr="001B2E5E" w:rsidRDefault="00DE0A98" w:rsidP="00022330">
      <w:pPr>
        <w:pStyle w:val="DLiteTitle"/>
        <w:rPr>
          <w:rFonts w:asciiTheme="minorHAnsi" w:hAnsiTheme="minorHAnsi"/>
        </w:rPr>
      </w:pPr>
      <w:r>
        <w:rPr>
          <w:rFonts w:asciiTheme="minorHAnsi" w:hAnsiTheme="minorHAnsi"/>
        </w:rPr>
        <w:t>Dino</w:t>
      </w:r>
      <w:r>
        <w:rPr>
          <w:rFonts w:asciiTheme="minorHAnsi" w:hAnsiTheme="minorHAnsi" w:hint="eastAsia"/>
        </w:rPr>
        <w:t>Xcope</w:t>
      </w:r>
      <w:r w:rsidR="00D21798" w:rsidRPr="001B2E5E">
        <w:rPr>
          <w:rFonts w:asciiTheme="minorHAnsi" w:hAnsiTheme="minorHAnsi"/>
        </w:rPr>
        <w:t xml:space="preserve"> </w:t>
      </w:r>
      <w:r w:rsidR="007F3034" w:rsidRPr="001B2E5E">
        <w:rPr>
          <w:rFonts w:asciiTheme="minorHAnsi" w:hAnsiTheme="minorHAnsi"/>
        </w:rPr>
        <w:t>Release N</w:t>
      </w:r>
      <w:r w:rsidR="00D21798" w:rsidRPr="001B2E5E">
        <w:rPr>
          <w:rFonts w:asciiTheme="minorHAnsi" w:hAnsiTheme="minorHAnsi"/>
        </w:rPr>
        <w:t>otes</w:t>
      </w:r>
    </w:p>
    <w:p w:rsidR="0034756C" w:rsidRPr="001B2E5E" w:rsidRDefault="0034756C" w:rsidP="003C639A">
      <w:pPr>
        <w:pStyle w:val="a9"/>
        <w:rPr>
          <w:rFonts w:asciiTheme="minorHAnsi" w:hAnsiTheme="minorHAnsi"/>
        </w:rPr>
      </w:pPr>
    </w:p>
    <w:p w:rsidR="00D21798" w:rsidRPr="001B2E5E" w:rsidRDefault="002F7871" w:rsidP="00C16BE8">
      <w:pPr>
        <w:pStyle w:val="a9"/>
        <w:snapToGrid w:val="0"/>
        <w:rPr>
          <w:rFonts w:asciiTheme="minorHAnsi" w:hAnsiTheme="minorHAnsi" w:cs="Calibri"/>
          <w:sz w:val="24"/>
          <w:szCs w:val="24"/>
        </w:rPr>
      </w:pPr>
      <w:r w:rsidRPr="001B2E5E">
        <w:rPr>
          <w:rFonts w:asciiTheme="minorHAnsi" w:hAnsiTheme="minorHAnsi" w:cs="Calibri"/>
          <w:sz w:val="24"/>
          <w:szCs w:val="24"/>
        </w:rPr>
        <w:t xml:space="preserve">Version: </w:t>
      </w:r>
      <w:r w:rsidR="00A62C3B">
        <w:rPr>
          <w:rFonts w:asciiTheme="minorHAnsi" w:hAnsiTheme="minorHAnsi" w:cs="Calibri" w:hint="eastAsia"/>
          <w:sz w:val="24"/>
          <w:szCs w:val="24"/>
        </w:rPr>
        <w:t>2.</w:t>
      </w:r>
      <w:r w:rsidR="003F0426">
        <w:rPr>
          <w:rFonts w:asciiTheme="minorHAnsi" w:hAnsiTheme="minorHAnsi" w:cs="Calibri"/>
          <w:sz w:val="24"/>
          <w:szCs w:val="24"/>
        </w:rPr>
        <w:t>6</w:t>
      </w:r>
    </w:p>
    <w:p w:rsidR="00B376A2" w:rsidRDefault="00724D08" w:rsidP="00DE0A98">
      <w:pPr>
        <w:pStyle w:val="a9"/>
        <w:snapToGrid w:val="0"/>
        <w:rPr>
          <w:rFonts w:asciiTheme="minorHAnsi" w:hAnsiTheme="minorHAnsi" w:cs="Calibri"/>
          <w:sz w:val="24"/>
          <w:szCs w:val="24"/>
        </w:rPr>
      </w:pPr>
      <w:r w:rsidRPr="001B2E5E">
        <w:rPr>
          <w:rFonts w:asciiTheme="minorHAnsi" w:hAnsiTheme="minorHAnsi" w:cs="Calibri"/>
          <w:sz w:val="24"/>
          <w:szCs w:val="24"/>
        </w:rPr>
        <w:t>Release Date</w:t>
      </w:r>
      <w:r w:rsidR="00EF4104" w:rsidRPr="001B2E5E">
        <w:rPr>
          <w:rFonts w:asciiTheme="minorHAnsi" w:hAnsiTheme="minorHAnsi" w:cs="Calibri"/>
          <w:sz w:val="24"/>
          <w:szCs w:val="24"/>
        </w:rPr>
        <w:t xml:space="preserve">: </w:t>
      </w:r>
      <w:r w:rsidR="002B42F3" w:rsidRPr="001B2E5E">
        <w:rPr>
          <w:rFonts w:asciiTheme="minorHAnsi" w:hAnsiTheme="minorHAnsi" w:cs="Calibri"/>
          <w:sz w:val="24"/>
          <w:szCs w:val="24"/>
        </w:rPr>
        <w:t xml:space="preserve"> </w:t>
      </w:r>
      <w:r w:rsidR="00A62C3B">
        <w:rPr>
          <w:rFonts w:asciiTheme="minorHAnsi" w:hAnsiTheme="minorHAnsi" w:cs="Calibri"/>
          <w:sz w:val="24"/>
          <w:szCs w:val="24"/>
        </w:rPr>
        <w:t>3</w:t>
      </w:r>
      <w:r w:rsidR="003F0426">
        <w:rPr>
          <w:rFonts w:asciiTheme="minorHAnsi" w:hAnsiTheme="minorHAnsi" w:cs="Calibri"/>
          <w:sz w:val="24"/>
          <w:szCs w:val="24"/>
        </w:rPr>
        <w:t>0</w:t>
      </w:r>
      <w:r w:rsidR="00A62C3B">
        <w:rPr>
          <w:rFonts w:asciiTheme="minorHAnsi" w:hAnsiTheme="minorHAnsi" w:cs="Calibri" w:hint="eastAsia"/>
          <w:sz w:val="24"/>
          <w:szCs w:val="24"/>
        </w:rPr>
        <w:t xml:space="preserve"> </w:t>
      </w:r>
      <w:r w:rsidR="003F0426">
        <w:rPr>
          <w:rFonts w:asciiTheme="minorHAnsi" w:hAnsiTheme="minorHAnsi" w:cs="Calibri"/>
          <w:sz w:val="24"/>
          <w:szCs w:val="24"/>
        </w:rPr>
        <w:t>AUG</w:t>
      </w:r>
      <w:r w:rsidR="00F1577B" w:rsidRPr="001B2E5E">
        <w:rPr>
          <w:rFonts w:asciiTheme="minorHAnsi" w:hAnsiTheme="minorHAnsi" w:cs="Calibri"/>
          <w:sz w:val="24"/>
          <w:szCs w:val="24"/>
        </w:rPr>
        <w:t xml:space="preserve">. </w:t>
      </w:r>
      <w:r w:rsidR="00A62C3B">
        <w:rPr>
          <w:rFonts w:asciiTheme="minorHAnsi" w:hAnsiTheme="minorHAnsi" w:cs="Calibri"/>
          <w:sz w:val="24"/>
          <w:szCs w:val="24"/>
        </w:rPr>
        <w:t>20</w:t>
      </w:r>
      <w:r w:rsidR="00A62C3B">
        <w:rPr>
          <w:rFonts w:asciiTheme="minorHAnsi" w:hAnsiTheme="minorHAnsi" w:cs="Calibri" w:hint="eastAsia"/>
          <w:sz w:val="24"/>
          <w:szCs w:val="24"/>
        </w:rPr>
        <w:t>2</w:t>
      </w:r>
      <w:r w:rsidR="003F0426">
        <w:rPr>
          <w:rFonts w:asciiTheme="minorHAnsi" w:hAnsiTheme="minorHAnsi" w:cs="Calibri"/>
          <w:sz w:val="24"/>
          <w:szCs w:val="24"/>
        </w:rPr>
        <w:t>4</w:t>
      </w:r>
    </w:p>
    <w:p w:rsidR="00DE0A98" w:rsidRPr="00DE0A98" w:rsidRDefault="00DE0A98" w:rsidP="00DE0A98">
      <w:pPr>
        <w:pStyle w:val="a9"/>
        <w:snapToGrid w:val="0"/>
        <w:rPr>
          <w:rFonts w:asciiTheme="minorHAnsi" w:hAnsiTheme="minorHAnsi" w:cs="Calibri"/>
          <w:sz w:val="24"/>
          <w:szCs w:val="24"/>
        </w:rPr>
      </w:pPr>
    </w:p>
    <w:p w:rsidR="003000D1" w:rsidRPr="00B8013B" w:rsidRDefault="00331207" w:rsidP="00B8013B">
      <w:pPr>
        <w:pStyle w:val="DNoteH2"/>
        <w:rPr>
          <w:rFonts w:asciiTheme="minorHAnsi" w:hAnsiTheme="minorHAnsi"/>
          <w:b/>
          <w:shd w:val="clear" w:color="auto" w:fill="FFFFFF"/>
        </w:rPr>
      </w:pPr>
      <w:r>
        <w:rPr>
          <w:rFonts w:asciiTheme="minorHAnsi" w:hAnsiTheme="minorHAnsi" w:hint="eastAsia"/>
          <w:b/>
          <w:shd w:val="clear" w:color="auto" w:fill="FFFFFF"/>
        </w:rPr>
        <w:t>Chang</w:t>
      </w:r>
      <w:r w:rsidRPr="001B2E5E">
        <w:rPr>
          <w:rFonts w:asciiTheme="minorHAnsi" w:hAnsiTheme="minorHAnsi"/>
          <w:b/>
          <w:shd w:val="clear" w:color="auto" w:fill="FFFFFF"/>
        </w:rPr>
        <w:t>es</w:t>
      </w:r>
    </w:p>
    <w:p w:rsidR="005E472F" w:rsidRDefault="003F0426" w:rsidP="00903474">
      <w:pPr>
        <w:pStyle w:val="ac"/>
        <w:numPr>
          <w:ilvl w:val="0"/>
          <w:numId w:val="24"/>
        </w:numPr>
        <w:ind w:leftChars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>Added compatibility for Edge</w:t>
      </w:r>
      <w:r w:rsidRPr="003F0426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  <w:lang w:eastAsia="zh-TW"/>
        </w:rPr>
        <w:t>PLUS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 xml:space="preserve"> and Edge USB 3.0 series.</w:t>
      </w:r>
    </w:p>
    <w:p w:rsidR="005E472F" w:rsidRDefault="005E472F" w:rsidP="005E472F">
      <w:pPr>
        <w:pStyle w:val="ac"/>
        <w:ind w:leftChars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:rsidR="005E472F" w:rsidRPr="00FF4A63" w:rsidRDefault="00E163ED" w:rsidP="00903474">
      <w:pPr>
        <w:pStyle w:val="ac"/>
        <w:numPr>
          <w:ilvl w:val="0"/>
          <w:numId w:val="24"/>
        </w:numPr>
        <w:ind w:leftChars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5E472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Added support </w:t>
      </w:r>
      <w:r w:rsidR="00414FAD" w:rsidRPr="005E472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for </w:t>
      </w:r>
      <w:r w:rsidR="00FF4A63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coaxial illumination control on compatible </w:t>
      </w:r>
      <w:r w:rsidR="00414FAD" w:rsidRPr="005E472F">
        <w:rPr>
          <w:rFonts w:asciiTheme="minorHAnsi" w:hAnsiTheme="minorHAnsi" w:cstheme="minorHAnsi"/>
          <w:color w:val="000000" w:themeColor="text1"/>
          <w:shd w:val="clear" w:color="auto" w:fill="FFFFFF"/>
        </w:rPr>
        <w:t>models</w:t>
      </w:r>
      <w:r w:rsidRPr="005E472F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</w:p>
    <w:p w:rsidR="005E472F" w:rsidRPr="00414FAD" w:rsidRDefault="005E472F" w:rsidP="005E472F">
      <w:pPr>
        <w:pStyle w:val="ac"/>
        <w:ind w:leftChars="0"/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</w:pPr>
    </w:p>
    <w:p w:rsidR="00E163ED" w:rsidRDefault="00E163ED" w:rsidP="00903474">
      <w:pPr>
        <w:pStyle w:val="ac"/>
        <w:numPr>
          <w:ilvl w:val="0"/>
          <w:numId w:val="24"/>
        </w:numPr>
        <w:ind w:leftChars="0"/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 xml:space="preserve">Added support </w:t>
      </w:r>
      <w:r w:rsidR="0075175D"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>for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 xml:space="preserve"> aim point laser control </w:t>
      </w:r>
      <w:r w:rsidR="00414FAD"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>on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 xml:space="preserve"> </w:t>
      </w:r>
      <w:r w:rsidR="00414FAD"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>compatible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zh-TW"/>
        </w:rPr>
        <w:t xml:space="preserve"> models.</w:t>
      </w:r>
    </w:p>
    <w:p w:rsidR="00CF1397" w:rsidRDefault="00CF1397" w:rsidP="00CF1397">
      <w:pPr>
        <w:pStyle w:val="ac"/>
        <w:ind w:leftChars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:rsidR="003F0426" w:rsidRPr="009560E6" w:rsidRDefault="003F0426" w:rsidP="00C50EB1">
      <w:pPr>
        <w:pStyle w:val="ac"/>
        <w:numPr>
          <w:ilvl w:val="0"/>
          <w:numId w:val="24"/>
        </w:numPr>
        <w:ind w:leftChars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Added </w:t>
      </w:r>
      <w:r w:rsidR="00414FAD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support </w:t>
      </w:r>
      <w:r w:rsidR="00FF4A63">
        <w:rPr>
          <w:rFonts w:asciiTheme="minorHAnsi" w:hAnsiTheme="minorHAnsi" w:cstheme="minorHAnsi"/>
          <w:color w:val="000000" w:themeColor="text1"/>
          <w:shd w:val="clear" w:color="auto" w:fill="FFFFFF"/>
        </w:rPr>
        <w:t>for</w:t>
      </w:r>
      <w:r w:rsidR="00414FAD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exposure </w:t>
      </w:r>
      <w:r w:rsidR="00CA3076">
        <w:rPr>
          <w:rFonts w:asciiTheme="minorHAnsi" w:hAnsiTheme="minorHAnsi" w:cstheme="minorHAnsi"/>
          <w:color w:val="000000" w:themeColor="text1"/>
          <w:shd w:val="clear" w:color="auto" w:fill="FFFFFF"/>
        </w:rPr>
        <w:t>control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414FAD">
        <w:rPr>
          <w:rFonts w:asciiTheme="minorHAnsi" w:hAnsiTheme="minorHAnsi" w:cstheme="minorHAnsi"/>
          <w:color w:val="000000" w:themeColor="text1"/>
          <w:shd w:val="clear" w:color="auto" w:fill="FFFFFF"/>
        </w:rPr>
        <w:t>on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Edge</w:t>
      </w:r>
      <w:r w:rsidRPr="003F0426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PLUS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series</w:t>
      </w:r>
      <w:r w:rsidR="0075175D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bookmarkStart w:id="0" w:name="_GoBack"/>
      <w:bookmarkEnd w:id="0"/>
    </w:p>
    <w:sectPr w:rsidR="003F0426" w:rsidRPr="009560E6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6DC" w:rsidRDefault="00B306DC" w:rsidP="007270AA">
      <w:pPr>
        <w:spacing w:after="0"/>
      </w:pPr>
      <w:r>
        <w:separator/>
      </w:r>
    </w:p>
  </w:endnote>
  <w:endnote w:type="continuationSeparator" w:id="0">
    <w:p w:rsidR="00B306DC" w:rsidRDefault="00B306DC" w:rsidP="007270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E0F" w:rsidRDefault="00E14E0F" w:rsidP="00E14E0F">
    <w:pPr>
      <w:pStyle w:val="a7"/>
      <w:pBdr>
        <w:top w:val="single" w:sz="4" w:space="1" w:color="auto"/>
      </w:pBdr>
      <w:jc w:val="right"/>
    </w:pPr>
    <w:r>
      <w:t>www.dino-lite.com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6DC" w:rsidRDefault="00B306DC" w:rsidP="007270AA">
      <w:pPr>
        <w:spacing w:after="0"/>
      </w:pPr>
      <w:r>
        <w:separator/>
      </w:r>
    </w:p>
  </w:footnote>
  <w:footnote w:type="continuationSeparator" w:id="0">
    <w:p w:rsidR="00B306DC" w:rsidRDefault="00B306DC" w:rsidP="007270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121F"/>
    <w:multiLevelType w:val="hybridMultilevel"/>
    <w:tmpl w:val="F16203A2"/>
    <w:lvl w:ilvl="0" w:tplc="E19E02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D627D5"/>
    <w:multiLevelType w:val="hybridMultilevel"/>
    <w:tmpl w:val="A844C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269EA"/>
    <w:multiLevelType w:val="hybridMultilevel"/>
    <w:tmpl w:val="F8883EDA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232B5E67"/>
    <w:multiLevelType w:val="hybridMultilevel"/>
    <w:tmpl w:val="5EF8E450"/>
    <w:lvl w:ilvl="0" w:tplc="7280F548">
      <w:numFmt w:val="bullet"/>
      <w:lvlText w:val=""/>
      <w:lvlJc w:val="left"/>
      <w:pPr>
        <w:ind w:left="360" w:hanging="360"/>
      </w:pPr>
      <w:rPr>
        <w:rFonts w:ascii="Wingdings" w:eastAsia="PMingLiU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C712702"/>
    <w:multiLevelType w:val="hybridMultilevel"/>
    <w:tmpl w:val="64021DAA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D751E45"/>
    <w:multiLevelType w:val="hybridMultilevel"/>
    <w:tmpl w:val="D01094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EC9021F"/>
    <w:multiLevelType w:val="hybridMultilevel"/>
    <w:tmpl w:val="F95CFF2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3341A4D"/>
    <w:multiLevelType w:val="hybridMultilevel"/>
    <w:tmpl w:val="85F8F47E"/>
    <w:lvl w:ilvl="0" w:tplc="62B4FA80">
      <w:start w:val="1"/>
      <w:numFmt w:val="bullet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34E73CC3"/>
    <w:multiLevelType w:val="hybridMultilevel"/>
    <w:tmpl w:val="9C8E6522"/>
    <w:lvl w:ilvl="0" w:tplc="04090001">
      <w:start w:val="1"/>
      <w:numFmt w:val="bullet"/>
      <w:lvlText w:val=""/>
      <w:lvlJc w:val="left"/>
      <w:pPr>
        <w:ind w:left="6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9" w15:restartNumberingAfterBreak="0">
    <w:nsid w:val="359D78B4"/>
    <w:multiLevelType w:val="hybridMultilevel"/>
    <w:tmpl w:val="D5FCDC2A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AAB6FDF"/>
    <w:multiLevelType w:val="hybridMultilevel"/>
    <w:tmpl w:val="22884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F5FED"/>
    <w:multiLevelType w:val="hybridMultilevel"/>
    <w:tmpl w:val="553AF888"/>
    <w:lvl w:ilvl="0" w:tplc="CB7A82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316D2D"/>
    <w:multiLevelType w:val="hybridMultilevel"/>
    <w:tmpl w:val="3048953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8B87D77"/>
    <w:multiLevelType w:val="hybridMultilevel"/>
    <w:tmpl w:val="1EEA6D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98E1A4B"/>
    <w:multiLevelType w:val="hybridMultilevel"/>
    <w:tmpl w:val="BCEC5C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A625630"/>
    <w:multiLevelType w:val="hybridMultilevel"/>
    <w:tmpl w:val="93780C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4336A9E"/>
    <w:multiLevelType w:val="hybridMultilevel"/>
    <w:tmpl w:val="D938E0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29125D9"/>
    <w:multiLevelType w:val="hybridMultilevel"/>
    <w:tmpl w:val="7AC0A99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40D06FA"/>
    <w:multiLevelType w:val="hybridMultilevel"/>
    <w:tmpl w:val="90769D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6F3584F"/>
    <w:multiLevelType w:val="hybridMultilevel"/>
    <w:tmpl w:val="1E923C4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D06607F"/>
    <w:multiLevelType w:val="hybridMultilevel"/>
    <w:tmpl w:val="6914B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D2A25"/>
    <w:multiLevelType w:val="hybridMultilevel"/>
    <w:tmpl w:val="F380F5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8175BFA"/>
    <w:multiLevelType w:val="hybridMultilevel"/>
    <w:tmpl w:val="A1F25468"/>
    <w:lvl w:ilvl="0" w:tplc="9E4A069A">
      <w:numFmt w:val="bullet"/>
      <w:lvlText w:val="-"/>
      <w:lvlJc w:val="left"/>
      <w:pPr>
        <w:ind w:left="840" w:hanging="360"/>
      </w:pPr>
      <w:rPr>
        <w:rFonts w:ascii="Calibri" w:eastAsia="PMingLiU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3" w15:restartNumberingAfterBreak="0">
    <w:nsid w:val="79BA2C9D"/>
    <w:multiLevelType w:val="hybridMultilevel"/>
    <w:tmpl w:val="7B9A45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22"/>
  </w:num>
  <w:num w:numId="10">
    <w:abstractNumId w:val="5"/>
  </w:num>
  <w:num w:numId="11">
    <w:abstractNumId w:val="23"/>
  </w:num>
  <w:num w:numId="12">
    <w:abstractNumId w:val="8"/>
  </w:num>
  <w:num w:numId="13">
    <w:abstractNumId w:val="12"/>
  </w:num>
  <w:num w:numId="14">
    <w:abstractNumId w:val="17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15"/>
  </w:num>
  <w:num w:numId="20">
    <w:abstractNumId w:val="21"/>
  </w:num>
  <w:num w:numId="21">
    <w:abstractNumId w:val="7"/>
  </w:num>
  <w:num w:numId="22">
    <w:abstractNumId w:val="11"/>
  </w:num>
  <w:num w:numId="23">
    <w:abstractNumId w:val="1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FC7"/>
    <w:rsid w:val="00005F50"/>
    <w:rsid w:val="00006923"/>
    <w:rsid w:val="00007894"/>
    <w:rsid w:val="00010B56"/>
    <w:rsid w:val="000142CE"/>
    <w:rsid w:val="00017D0A"/>
    <w:rsid w:val="00022330"/>
    <w:rsid w:val="00022F0B"/>
    <w:rsid w:val="00026945"/>
    <w:rsid w:val="00030122"/>
    <w:rsid w:val="00033F2E"/>
    <w:rsid w:val="00043239"/>
    <w:rsid w:val="00044888"/>
    <w:rsid w:val="00044CC6"/>
    <w:rsid w:val="00052A8A"/>
    <w:rsid w:val="00055673"/>
    <w:rsid w:val="000562BE"/>
    <w:rsid w:val="0005784E"/>
    <w:rsid w:val="00057AD9"/>
    <w:rsid w:val="000601CC"/>
    <w:rsid w:val="0006097E"/>
    <w:rsid w:val="000623AF"/>
    <w:rsid w:val="000623F9"/>
    <w:rsid w:val="00062438"/>
    <w:rsid w:val="00066920"/>
    <w:rsid w:val="000721EF"/>
    <w:rsid w:val="000725A5"/>
    <w:rsid w:val="0007282E"/>
    <w:rsid w:val="0008493E"/>
    <w:rsid w:val="00084E1D"/>
    <w:rsid w:val="0009484C"/>
    <w:rsid w:val="000974FB"/>
    <w:rsid w:val="000A5211"/>
    <w:rsid w:val="000A75D8"/>
    <w:rsid w:val="000C61DE"/>
    <w:rsid w:val="000D1376"/>
    <w:rsid w:val="000D39D5"/>
    <w:rsid w:val="000D6EA0"/>
    <w:rsid w:val="000E0343"/>
    <w:rsid w:val="000E3DCA"/>
    <w:rsid w:val="000F1FD1"/>
    <w:rsid w:val="000F30F8"/>
    <w:rsid w:val="000F781A"/>
    <w:rsid w:val="001009EC"/>
    <w:rsid w:val="00102F8F"/>
    <w:rsid w:val="00103C5A"/>
    <w:rsid w:val="00103E06"/>
    <w:rsid w:val="00105FFE"/>
    <w:rsid w:val="00106F1E"/>
    <w:rsid w:val="00110134"/>
    <w:rsid w:val="0011527D"/>
    <w:rsid w:val="0012159F"/>
    <w:rsid w:val="00121ED9"/>
    <w:rsid w:val="001235DD"/>
    <w:rsid w:val="00124E8E"/>
    <w:rsid w:val="001258B4"/>
    <w:rsid w:val="00125E92"/>
    <w:rsid w:val="00131FD6"/>
    <w:rsid w:val="00133362"/>
    <w:rsid w:val="0014189E"/>
    <w:rsid w:val="00141B31"/>
    <w:rsid w:val="00144A4E"/>
    <w:rsid w:val="00150060"/>
    <w:rsid w:val="00160853"/>
    <w:rsid w:val="00161709"/>
    <w:rsid w:val="00165238"/>
    <w:rsid w:val="00174BF5"/>
    <w:rsid w:val="00181591"/>
    <w:rsid w:val="00183E10"/>
    <w:rsid w:val="00184294"/>
    <w:rsid w:val="00185EA8"/>
    <w:rsid w:val="00187EE4"/>
    <w:rsid w:val="00191D95"/>
    <w:rsid w:val="00193DED"/>
    <w:rsid w:val="00194AC1"/>
    <w:rsid w:val="001A17BF"/>
    <w:rsid w:val="001A6630"/>
    <w:rsid w:val="001B2E5E"/>
    <w:rsid w:val="001B3354"/>
    <w:rsid w:val="001B7A6C"/>
    <w:rsid w:val="001C5116"/>
    <w:rsid w:val="001D2363"/>
    <w:rsid w:val="001D4830"/>
    <w:rsid w:val="001D7B97"/>
    <w:rsid w:val="001E51B6"/>
    <w:rsid w:val="001E7695"/>
    <w:rsid w:val="001F0B7E"/>
    <w:rsid w:val="001F2113"/>
    <w:rsid w:val="00200004"/>
    <w:rsid w:val="00201412"/>
    <w:rsid w:val="00202371"/>
    <w:rsid w:val="00207DA4"/>
    <w:rsid w:val="00213770"/>
    <w:rsid w:val="00214A17"/>
    <w:rsid w:val="00214FA6"/>
    <w:rsid w:val="00217BF3"/>
    <w:rsid w:val="00221A26"/>
    <w:rsid w:val="00224887"/>
    <w:rsid w:val="00224DE5"/>
    <w:rsid w:val="00233172"/>
    <w:rsid w:val="00233849"/>
    <w:rsid w:val="002414CF"/>
    <w:rsid w:val="00242254"/>
    <w:rsid w:val="00246D3F"/>
    <w:rsid w:val="00247329"/>
    <w:rsid w:val="002504BE"/>
    <w:rsid w:val="00252844"/>
    <w:rsid w:val="00260060"/>
    <w:rsid w:val="00265AB3"/>
    <w:rsid w:val="00265F00"/>
    <w:rsid w:val="002662AB"/>
    <w:rsid w:val="00273614"/>
    <w:rsid w:val="00277660"/>
    <w:rsid w:val="00284A1E"/>
    <w:rsid w:val="00290F62"/>
    <w:rsid w:val="00295EA3"/>
    <w:rsid w:val="002A6CCC"/>
    <w:rsid w:val="002B0103"/>
    <w:rsid w:val="002B25AC"/>
    <w:rsid w:val="002B2D7A"/>
    <w:rsid w:val="002B42F3"/>
    <w:rsid w:val="002D4E7B"/>
    <w:rsid w:val="002D5142"/>
    <w:rsid w:val="002D552E"/>
    <w:rsid w:val="002D586D"/>
    <w:rsid w:val="002E4D8D"/>
    <w:rsid w:val="002F0EBB"/>
    <w:rsid w:val="002F1219"/>
    <w:rsid w:val="002F732C"/>
    <w:rsid w:val="002F7871"/>
    <w:rsid w:val="003000D1"/>
    <w:rsid w:val="00302117"/>
    <w:rsid w:val="003023F8"/>
    <w:rsid w:val="00316AE1"/>
    <w:rsid w:val="0032072D"/>
    <w:rsid w:val="00326C18"/>
    <w:rsid w:val="00331207"/>
    <w:rsid w:val="00332D52"/>
    <w:rsid w:val="00337E8C"/>
    <w:rsid w:val="00340BC8"/>
    <w:rsid w:val="0034756C"/>
    <w:rsid w:val="003527A1"/>
    <w:rsid w:val="003603EC"/>
    <w:rsid w:val="003613C3"/>
    <w:rsid w:val="00362D9F"/>
    <w:rsid w:val="00363B56"/>
    <w:rsid w:val="003700D9"/>
    <w:rsid w:val="00370FBD"/>
    <w:rsid w:val="00381800"/>
    <w:rsid w:val="003845E4"/>
    <w:rsid w:val="003866F1"/>
    <w:rsid w:val="0039216D"/>
    <w:rsid w:val="0039367D"/>
    <w:rsid w:val="003A3804"/>
    <w:rsid w:val="003A388B"/>
    <w:rsid w:val="003A498C"/>
    <w:rsid w:val="003A7274"/>
    <w:rsid w:val="003B6EC2"/>
    <w:rsid w:val="003C1E6E"/>
    <w:rsid w:val="003C639A"/>
    <w:rsid w:val="003D2F27"/>
    <w:rsid w:val="003D56F8"/>
    <w:rsid w:val="003D6046"/>
    <w:rsid w:val="003D75C1"/>
    <w:rsid w:val="003D7790"/>
    <w:rsid w:val="003E0323"/>
    <w:rsid w:val="003E40FE"/>
    <w:rsid w:val="003F0426"/>
    <w:rsid w:val="003F4364"/>
    <w:rsid w:val="003F5F0E"/>
    <w:rsid w:val="003F6DEC"/>
    <w:rsid w:val="003F7400"/>
    <w:rsid w:val="00401658"/>
    <w:rsid w:val="004028BB"/>
    <w:rsid w:val="00412400"/>
    <w:rsid w:val="004128DD"/>
    <w:rsid w:val="00414FAD"/>
    <w:rsid w:val="00416610"/>
    <w:rsid w:val="0041746C"/>
    <w:rsid w:val="00430E90"/>
    <w:rsid w:val="00431D8E"/>
    <w:rsid w:val="004355A5"/>
    <w:rsid w:val="00436E85"/>
    <w:rsid w:val="00442D9A"/>
    <w:rsid w:val="00444D3A"/>
    <w:rsid w:val="00445F12"/>
    <w:rsid w:val="00447B3E"/>
    <w:rsid w:val="00451291"/>
    <w:rsid w:val="0045173E"/>
    <w:rsid w:val="0045575C"/>
    <w:rsid w:val="004605A9"/>
    <w:rsid w:val="00461CFA"/>
    <w:rsid w:val="00467424"/>
    <w:rsid w:val="00467B1F"/>
    <w:rsid w:val="004722C2"/>
    <w:rsid w:val="00476693"/>
    <w:rsid w:val="004816A6"/>
    <w:rsid w:val="00484440"/>
    <w:rsid w:val="00484AF5"/>
    <w:rsid w:val="00485C7C"/>
    <w:rsid w:val="00486960"/>
    <w:rsid w:val="00487C8D"/>
    <w:rsid w:val="0049010E"/>
    <w:rsid w:val="00496E3B"/>
    <w:rsid w:val="004A15BE"/>
    <w:rsid w:val="004A6738"/>
    <w:rsid w:val="004B0222"/>
    <w:rsid w:val="004B023D"/>
    <w:rsid w:val="004B1559"/>
    <w:rsid w:val="004B7D58"/>
    <w:rsid w:val="004C0DD1"/>
    <w:rsid w:val="004C2F32"/>
    <w:rsid w:val="004C3403"/>
    <w:rsid w:val="004C79D4"/>
    <w:rsid w:val="004D2E78"/>
    <w:rsid w:val="004D3863"/>
    <w:rsid w:val="004E3666"/>
    <w:rsid w:val="004E5253"/>
    <w:rsid w:val="004F2071"/>
    <w:rsid w:val="004F368D"/>
    <w:rsid w:val="004F5D38"/>
    <w:rsid w:val="004F66AC"/>
    <w:rsid w:val="004F7EE0"/>
    <w:rsid w:val="0051125A"/>
    <w:rsid w:val="00512DDF"/>
    <w:rsid w:val="005136A5"/>
    <w:rsid w:val="0053255A"/>
    <w:rsid w:val="00533606"/>
    <w:rsid w:val="00534071"/>
    <w:rsid w:val="0054288A"/>
    <w:rsid w:val="00542FD1"/>
    <w:rsid w:val="0054699C"/>
    <w:rsid w:val="00551AC5"/>
    <w:rsid w:val="00551E31"/>
    <w:rsid w:val="00552BC4"/>
    <w:rsid w:val="00554B23"/>
    <w:rsid w:val="0055536F"/>
    <w:rsid w:val="00560C2D"/>
    <w:rsid w:val="005639BA"/>
    <w:rsid w:val="00567539"/>
    <w:rsid w:val="0057435F"/>
    <w:rsid w:val="005747D7"/>
    <w:rsid w:val="00576B3C"/>
    <w:rsid w:val="00576C82"/>
    <w:rsid w:val="0058066F"/>
    <w:rsid w:val="00582480"/>
    <w:rsid w:val="00582A42"/>
    <w:rsid w:val="00586590"/>
    <w:rsid w:val="00590C6A"/>
    <w:rsid w:val="0059344A"/>
    <w:rsid w:val="005957B0"/>
    <w:rsid w:val="005A1A23"/>
    <w:rsid w:val="005A350B"/>
    <w:rsid w:val="005A7BF2"/>
    <w:rsid w:val="005B2E91"/>
    <w:rsid w:val="005B5BF3"/>
    <w:rsid w:val="005C0755"/>
    <w:rsid w:val="005C6C4B"/>
    <w:rsid w:val="005D2335"/>
    <w:rsid w:val="005E1E9D"/>
    <w:rsid w:val="005E33B3"/>
    <w:rsid w:val="005E42D1"/>
    <w:rsid w:val="005E472F"/>
    <w:rsid w:val="005E4BA7"/>
    <w:rsid w:val="005F7D0E"/>
    <w:rsid w:val="00602275"/>
    <w:rsid w:val="00603656"/>
    <w:rsid w:val="00603CEF"/>
    <w:rsid w:val="00604506"/>
    <w:rsid w:val="006146F8"/>
    <w:rsid w:val="00620005"/>
    <w:rsid w:val="0062131F"/>
    <w:rsid w:val="0062168C"/>
    <w:rsid w:val="00621A25"/>
    <w:rsid w:val="00625B21"/>
    <w:rsid w:val="00630279"/>
    <w:rsid w:val="0063241F"/>
    <w:rsid w:val="00633FA6"/>
    <w:rsid w:val="006341F7"/>
    <w:rsid w:val="00634F62"/>
    <w:rsid w:val="00635C2A"/>
    <w:rsid w:val="0064160C"/>
    <w:rsid w:val="00643B99"/>
    <w:rsid w:val="00643F5F"/>
    <w:rsid w:val="00645178"/>
    <w:rsid w:val="00646770"/>
    <w:rsid w:val="006525F3"/>
    <w:rsid w:val="00655EBD"/>
    <w:rsid w:val="00661070"/>
    <w:rsid w:val="00664733"/>
    <w:rsid w:val="00664799"/>
    <w:rsid w:val="006700E4"/>
    <w:rsid w:val="00672F1D"/>
    <w:rsid w:val="00673505"/>
    <w:rsid w:val="00676DD1"/>
    <w:rsid w:val="00681E8F"/>
    <w:rsid w:val="00682C13"/>
    <w:rsid w:val="00682CC3"/>
    <w:rsid w:val="00686D72"/>
    <w:rsid w:val="00687CA9"/>
    <w:rsid w:val="00692348"/>
    <w:rsid w:val="00697A70"/>
    <w:rsid w:val="006A2F31"/>
    <w:rsid w:val="006A437F"/>
    <w:rsid w:val="006A44C7"/>
    <w:rsid w:val="006B2598"/>
    <w:rsid w:val="006B2CA0"/>
    <w:rsid w:val="006B334D"/>
    <w:rsid w:val="006B35C1"/>
    <w:rsid w:val="006B364D"/>
    <w:rsid w:val="006B6431"/>
    <w:rsid w:val="006C33DB"/>
    <w:rsid w:val="006C46A9"/>
    <w:rsid w:val="006D2D80"/>
    <w:rsid w:val="00706330"/>
    <w:rsid w:val="00716B0A"/>
    <w:rsid w:val="0071716A"/>
    <w:rsid w:val="007225B1"/>
    <w:rsid w:val="00724D08"/>
    <w:rsid w:val="007270AA"/>
    <w:rsid w:val="00731BAF"/>
    <w:rsid w:val="00736972"/>
    <w:rsid w:val="00742E0C"/>
    <w:rsid w:val="0074706D"/>
    <w:rsid w:val="0075175D"/>
    <w:rsid w:val="0075361B"/>
    <w:rsid w:val="00756763"/>
    <w:rsid w:val="00761FC3"/>
    <w:rsid w:val="00762B55"/>
    <w:rsid w:val="00764F59"/>
    <w:rsid w:val="0077208D"/>
    <w:rsid w:val="0077283A"/>
    <w:rsid w:val="00787D80"/>
    <w:rsid w:val="00791F95"/>
    <w:rsid w:val="00794474"/>
    <w:rsid w:val="0079662A"/>
    <w:rsid w:val="007A1792"/>
    <w:rsid w:val="007B3AA0"/>
    <w:rsid w:val="007B3BA8"/>
    <w:rsid w:val="007B5E4D"/>
    <w:rsid w:val="007C02FA"/>
    <w:rsid w:val="007C1E3A"/>
    <w:rsid w:val="007D2646"/>
    <w:rsid w:val="007D77E8"/>
    <w:rsid w:val="007E2BBF"/>
    <w:rsid w:val="007E3AE8"/>
    <w:rsid w:val="007E50CB"/>
    <w:rsid w:val="007E7FBA"/>
    <w:rsid w:val="007F3034"/>
    <w:rsid w:val="007F5084"/>
    <w:rsid w:val="008066C1"/>
    <w:rsid w:val="008125B7"/>
    <w:rsid w:val="00820F37"/>
    <w:rsid w:val="008227C3"/>
    <w:rsid w:val="00823B65"/>
    <w:rsid w:val="008312B7"/>
    <w:rsid w:val="00833394"/>
    <w:rsid w:val="008345C9"/>
    <w:rsid w:val="008425B5"/>
    <w:rsid w:val="00847103"/>
    <w:rsid w:val="00851F6B"/>
    <w:rsid w:val="008606D9"/>
    <w:rsid w:val="00870FE6"/>
    <w:rsid w:val="00872B67"/>
    <w:rsid w:val="0087337E"/>
    <w:rsid w:val="00874D6E"/>
    <w:rsid w:val="0089674B"/>
    <w:rsid w:val="008967ED"/>
    <w:rsid w:val="008A203C"/>
    <w:rsid w:val="008A6BED"/>
    <w:rsid w:val="008B00F2"/>
    <w:rsid w:val="008B6E68"/>
    <w:rsid w:val="008B7D31"/>
    <w:rsid w:val="008C3531"/>
    <w:rsid w:val="008C4E3E"/>
    <w:rsid w:val="008D1FB7"/>
    <w:rsid w:val="008D3EC9"/>
    <w:rsid w:val="008E1F9D"/>
    <w:rsid w:val="008E27FD"/>
    <w:rsid w:val="008E7554"/>
    <w:rsid w:val="008E7F61"/>
    <w:rsid w:val="008F0599"/>
    <w:rsid w:val="008F1786"/>
    <w:rsid w:val="00900457"/>
    <w:rsid w:val="00903474"/>
    <w:rsid w:val="0090352E"/>
    <w:rsid w:val="0091188E"/>
    <w:rsid w:val="00915981"/>
    <w:rsid w:val="0092396C"/>
    <w:rsid w:val="00935EF8"/>
    <w:rsid w:val="009364BE"/>
    <w:rsid w:val="009400F1"/>
    <w:rsid w:val="00943EFE"/>
    <w:rsid w:val="00945E6C"/>
    <w:rsid w:val="009560E6"/>
    <w:rsid w:val="00970781"/>
    <w:rsid w:val="0097119F"/>
    <w:rsid w:val="00973804"/>
    <w:rsid w:val="0097796C"/>
    <w:rsid w:val="00981D33"/>
    <w:rsid w:val="009859FC"/>
    <w:rsid w:val="00992007"/>
    <w:rsid w:val="0099287B"/>
    <w:rsid w:val="00993C07"/>
    <w:rsid w:val="00996376"/>
    <w:rsid w:val="009A050B"/>
    <w:rsid w:val="009A0C3A"/>
    <w:rsid w:val="009B08B9"/>
    <w:rsid w:val="009B1E13"/>
    <w:rsid w:val="009B3C49"/>
    <w:rsid w:val="009C16B7"/>
    <w:rsid w:val="009C2BB8"/>
    <w:rsid w:val="009C2BF2"/>
    <w:rsid w:val="009C332B"/>
    <w:rsid w:val="009C39F8"/>
    <w:rsid w:val="009C3DAF"/>
    <w:rsid w:val="009C457E"/>
    <w:rsid w:val="009C6736"/>
    <w:rsid w:val="009D1733"/>
    <w:rsid w:val="009D2542"/>
    <w:rsid w:val="009D2552"/>
    <w:rsid w:val="009D349B"/>
    <w:rsid w:val="009D50B3"/>
    <w:rsid w:val="009D59EF"/>
    <w:rsid w:val="009E2DD6"/>
    <w:rsid w:val="009E4606"/>
    <w:rsid w:val="009E4817"/>
    <w:rsid w:val="009F0CE0"/>
    <w:rsid w:val="009F5BF6"/>
    <w:rsid w:val="009F7735"/>
    <w:rsid w:val="00A05E18"/>
    <w:rsid w:val="00A06C69"/>
    <w:rsid w:val="00A11932"/>
    <w:rsid w:val="00A1503A"/>
    <w:rsid w:val="00A1788A"/>
    <w:rsid w:val="00A2087C"/>
    <w:rsid w:val="00A23023"/>
    <w:rsid w:val="00A244E9"/>
    <w:rsid w:val="00A2463C"/>
    <w:rsid w:val="00A26FEF"/>
    <w:rsid w:val="00A3048E"/>
    <w:rsid w:val="00A30EEB"/>
    <w:rsid w:val="00A32883"/>
    <w:rsid w:val="00A43B4A"/>
    <w:rsid w:val="00A4433E"/>
    <w:rsid w:val="00A4456B"/>
    <w:rsid w:val="00A530AE"/>
    <w:rsid w:val="00A54DFB"/>
    <w:rsid w:val="00A561AC"/>
    <w:rsid w:val="00A615E7"/>
    <w:rsid w:val="00A61FD5"/>
    <w:rsid w:val="00A6246C"/>
    <w:rsid w:val="00A62C3B"/>
    <w:rsid w:val="00A754D7"/>
    <w:rsid w:val="00A76F27"/>
    <w:rsid w:val="00A83A00"/>
    <w:rsid w:val="00A878DA"/>
    <w:rsid w:val="00A91BB2"/>
    <w:rsid w:val="00A92320"/>
    <w:rsid w:val="00A92D5F"/>
    <w:rsid w:val="00AA0770"/>
    <w:rsid w:val="00AA2320"/>
    <w:rsid w:val="00AA3A1C"/>
    <w:rsid w:val="00AA4587"/>
    <w:rsid w:val="00AA7503"/>
    <w:rsid w:val="00AB0CA7"/>
    <w:rsid w:val="00AB1701"/>
    <w:rsid w:val="00AC5159"/>
    <w:rsid w:val="00AC5C70"/>
    <w:rsid w:val="00AD1542"/>
    <w:rsid w:val="00AD66B1"/>
    <w:rsid w:val="00AD7766"/>
    <w:rsid w:val="00AE15FE"/>
    <w:rsid w:val="00AE1FDB"/>
    <w:rsid w:val="00AE53FD"/>
    <w:rsid w:val="00AF2777"/>
    <w:rsid w:val="00AF41C3"/>
    <w:rsid w:val="00AF5947"/>
    <w:rsid w:val="00B00984"/>
    <w:rsid w:val="00B017EE"/>
    <w:rsid w:val="00B0356E"/>
    <w:rsid w:val="00B04D5E"/>
    <w:rsid w:val="00B04F6A"/>
    <w:rsid w:val="00B10585"/>
    <w:rsid w:val="00B10BF0"/>
    <w:rsid w:val="00B13341"/>
    <w:rsid w:val="00B200CB"/>
    <w:rsid w:val="00B23DCA"/>
    <w:rsid w:val="00B26350"/>
    <w:rsid w:val="00B306DC"/>
    <w:rsid w:val="00B376A2"/>
    <w:rsid w:val="00B4047D"/>
    <w:rsid w:val="00B42BE5"/>
    <w:rsid w:val="00B47E78"/>
    <w:rsid w:val="00B51C9F"/>
    <w:rsid w:val="00B555C8"/>
    <w:rsid w:val="00B55A51"/>
    <w:rsid w:val="00B57C55"/>
    <w:rsid w:val="00B63477"/>
    <w:rsid w:val="00B63624"/>
    <w:rsid w:val="00B6519F"/>
    <w:rsid w:val="00B73965"/>
    <w:rsid w:val="00B757F5"/>
    <w:rsid w:val="00B8013B"/>
    <w:rsid w:val="00B84635"/>
    <w:rsid w:val="00B95BAD"/>
    <w:rsid w:val="00B960F9"/>
    <w:rsid w:val="00BA0F89"/>
    <w:rsid w:val="00BB1ED5"/>
    <w:rsid w:val="00BC5332"/>
    <w:rsid w:val="00BD021F"/>
    <w:rsid w:val="00BD0674"/>
    <w:rsid w:val="00BD2B8E"/>
    <w:rsid w:val="00BD6D64"/>
    <w:rsid w:val="00BE0EEF"/>
    <w:rsid w:val="00BE4565"/>
    <w:rsid w:val="00BE5B4E"/>
    <w:rsid w:val="00BE60E2"/>
    <w:rsid w:val="00BE7770"/>
    <w:rsid w:val="00BF2B09"/>
    <w:rsid w:val="00BF6DB9"/>
    <w:rsid w:val="00C026B9"/>
    <w:rsid w:val="00C11770"/>
    <w:rsid w:val="00C16BE8"/>
    <w:rsid w:val="00C207A3"/>
    <w:rsid w:val="00C237DE"/>
    <w:rsid w:val="00C30106"/>
    <w:rsid w:val="00C30CE4"/>
    <w:rsid w:val="00C339D3"/>
    <w:rsid w:val="00C33C84"/>
    <w:rsid w:val="00C34BC1"/>
    <w:rsid w:val="00C34DC7"/>
    <w:rsid w:val="00C40C1E"/>
    <w:rsid w:val="00C40FA4"/>
    <w:rsid w:val="00C41CDF"/>
    <w:rsid w:val="00C421A8"/>
    <w:rsid w:val="00C42747"/>
    <w:rsid w:val="00C42910"/>
    <w:rsid w:val="00C45FA3"/>
    <w:rsid w:val="00C46ACA"/>
    <w:rsid w:val="00C50EB1"/>
    <w:rsid w:val="00C5449A"/>
    <w:rsid w:val="00C54653"/>
    <w:rsid w:val="00C60700"/>
    <w:rsid w:val="00C6297B"/>
    <w:rsid w:val="00C73AFC"/>
    <w:rsid w:val="00C75FD1"/>
    <w:rsid w:val="00C87B6C"/>
    <w:rsid w:val="00C90DAD"/>
    <w:rsid w:val="00C9585B"/>
    <w:rsid w:val="00C95C49"/>
    <w:rsid w:val="00C9776C"/>
    <w:rsid w:val="00CA02A5"/>
    <w:rsid w:val="00CA06CE"/>
    <w:rsid w:val="00CA3076"/>
    <w:rsid w:val="00CB099F"/>
    <w:rsid w:val="00CB182E"/>
    <w:rsid w:val="00CB1E05"/>
    <w:rsid w:val="00CB4E2A"/>
    <w:rsid w:val="00CC57C6"/>
    <w:rsid w:val="00CC70D0"/>
    <w:rsid w:val="00CD38CC"/>
    <w:rsid w:val="00CD4C94"/>
    <w:rsid w:val="00CD6F54"/>
    <w:rsid w:val="00CE090A"/>
    <w:rsid w:val="00CE1738"/>
    <w:rsid w:val="00CF1397"/>
    <w:rsid w:val="00CF2A52"/>
    <w:rsid w:val="00D00056"/>
    <w:rsid w:val="00D01B0D"/>
    <w:rsid w:val="00D0306A"/>
    <w:rsid w:val="00D137F5"/>
    <w:rsid w:val="00D169CD"/>
    <w:rsid w:val="00D21798"/>
    <w:rsid w:val="00D21943"/>
    <w:rsid w:val="00D23924"/>
    <w:rsid w:val="00D325A8"/>
    <w:rsid w:val="00D36454"/>
    <w:rsid w:val="00D37AD8"/>
    <w:rsid w:val="00D40FF7"/>
    <w:rsid w:val="00D42B4D"/>
    <w:rsid w:val="00D52C5F"/>
    <w:rsid w:val="00D5746E"/>
    <w:rsid w:val="00D60B4A"/>
    <w:rsid w:val="00D61BD8"/>
    <w:rsid w:val="00D64839"/>
    <w:rsid w:val="00D66884"/>
    <w:rsid w:val="00D709F9"/>
    <w:rsid w:val="00D71FCF"/>
    <w:rsid w:val="00D73AB1"/>
    <w:rsid w:val="00D74918"/>
    <w:rsid w:val="00D77DF1"/>
    <w:rsid w:val="00D82A5C"/>
    <w:rsid w:val="00D844BA"/>
    <w:rsid w:val="00D90025"/>
    <w:rsid w:val="00D90786"/>
    <w:rsid w:val="00D90D2A"/>
    <w:rsid w:val="00D930BC"/>
    <w:rsid w:val="00D936F9"/>
    <w:rsid w:val="00D94AA3"/>
    <w:rsid w:val="00D95B58"/>
    <w:rsid w:val="00D96FD7"/>
    <w:rsid w:val="00DA6B09"/>
    <w:rsid w:val="00DB3938"/>
    <w:rsid w:val="00DC4D58"/>
    <w:rsid w:val="00DD3FC7"/>
    <w:rsid w:val="00DD6E01"/>
    <w:rsid w:val="00DD7B45"/>
    <w:rsid w:val="00DE0791"/>
    <w:rsid w:val="00DE0A98"/>
    <w:rsid w:val="00DE319D"/>
    <w:rsid w:val="00DE57F8"/>
    <w:rsid w:val="00DF296C"/>
    <w:rsid w:val="00DF758F"/>
    <w:rsid w:val="00E127A9"/>
    <w:rsid w:val="00E14E0F"/>
    <w:rsid w:val="00E163ED"/>
    <w:rsid w:val="00E21963"/>
    <w:rsid w:val="00E2287D"/>
    <w:rsid w:val="00E26C03"/>
    <w:rsid w:val="00E34606"/>
    <w:rsid w:val="00E40369"/>
    <w:rsid w:val="00E4213C"/>
    <w:rsid w:val="00E4505F"/>
    <w:rsid w:val="00E50BB2"/>
    <w:rsid w:val="00E577F4"/>
    <w:rsid w:val="00E57DF0"/>
    <w:rsid w:val="00E61754"/>
    <w:rsid w:val="00E64DD0"/>
    <w:rsid w:val="00E67FC0"/>
    <w:rsid w:val="00E773C1"/>
    <w:rsid w:val="00E80765"/>
    <w:rsid w:val="00E8639D"/>
    <w:rsid w:val="00E86A53"/>
    <w:rsid w:val="00E86AE1"/>
    <w:rsid w:val="00E97D0A"/>
    <w:rsid w:val="00EA4669"/>
    <w:rsid w:val="00EA5884"/>
    <w:rsid w:val="00EB7F4F"/>
    <w:rsid w:val="00EC6477"/>
    <w:rsid w:val="00EC7241"/>
    <w:rsid w:val="00EC797A"/>
    <w:rsid w:val="00ED5BBB"/>
    <w:rsid w:val="00EE1A0B"/>
    <w:rsid w:val="00EE44D1"/>
    <w:rsid w:val="00EE6694"/>
    <w:rsid w:val="00EF3FEE"/>
    <w:rsid w:val="00EF4104"/>
    <w:rsid w:val="00EF5116"/>
    <w:rsid w:val="00EF7F21"/>
    <w:rsid w:val="00F02E49"/>
    <w:rsid w:val="00F0335B"/>
    <w:rsid w:val="00F037D8"/>
    <w:rsid w:val="00F04CD2"/>
    <w:rsid w:val="00F07948"/>
    <w:rsid w:val="00F07C68"/>
    <w:rsid w:val="00F10134"/>
    <w:rsid w:val="00F10DC3"/>
    <w:rsid w:val="00F11FB7"/>
    <w:rsid w:val="00F12A76"/>
    <w:rsid w:val="00F1339D"/>
    <w:rsid w:val="00F1577B"/>
    <w:rsid w:val="00F20D7D"/>
    <w:rsid w:val="00F2283D"/>
    <w:rsid w:val="00F249FA"/>
    <w:rsid w:val="00F266A6"/>
    <w:rsid w:val="00F30B7B"/>
    <w:rsid w:val="00F34F8A"/>
    <w:rsid w:val="00F359D7"/>
    <w:rsid w:val="00F36ECE"/>
    <w:rsid w:val="00F3728F"/>
    <w:rsid w:val="00F435B8"/>
    <w:rsid w:val="00F456F7"/>
    <w:rsid w:val="00F4579F"/>
    <w:rsid w:val="00F46FC2"/>
    <w:rsid w:val="00F47936"/>
    <w:rsid w:val="00F47B03"/>
    <w:rsid w:val="00F47E82"/>
    <w:rsid w:val="00F50B43"/>
    <w:rsid w:val="00F521C2"/>
    <w:rsid w:val="00F53F4B"/>
    <w:rsid w:val="00F551AB"/>
    <w:rsid w:val="00F5753C"/>
    <w:rsid w:val="00F60C06"/>
    <w:rsid w:val="00F64DBA"/>
    <w:rsid w:val="00F7262B"/>
    <w:rsid w:val="00F75508"/>
    <w:rsid w:val="00F83D80"/>
    <w:rsid w:val="00F87FE2"/>
    <w:rsid w:val="00F9118E"/>
    <w:rsid w:val="00F965D6"/>
    <w:rsid w:val="00FB2D80"/>
    <w:rsid w:val="00FB3EE0"/>
    <w:rsid w:val="00FB6E80"/>
    <w:rsid w:val="00FC3D04"/>
    <w:rsid w:val="00FC5300"/>
    <w:rsid w:val="00FC73AC"/>
    <w:rsid w:val="00FD126D"/>
    <w:rsid w:val="00FD1AD6"/>
    <w:rsid w:val="00FE1723"/>
    <w:rsid w:val="00FE45F2"/>
    <w:rsid w:val="00FE517C"/>
    <w:rsid w:val="00FF2B08"/>
    <w:rsid w:val="00FF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30BBF4B"/>
  <w15:docId w15:val="{7D051C15-5FDC-44F1-BC58-73D321E9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PMingLiU" w:hAnsi="Calibri" w:cs="Arial"/>
        <w:lang w:val="en-US" w:eastAsia="zh-TW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4E0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DBA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DBA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LiteH2">
    <w:name w:val="DLite H2"/>
    <w:basedOn w:val="2"/>
    <w:autoRedefine/>
    <w:qFormat/>
    <w:rsid w:val="00F64DBA"/>
    <w:pPr>
      <w:keepLines w:val="0"/>
      <w:spacing w:before="240"/>
    </w:pPr>
    <w:rPr>
      <w:rFonts w:ascii="Calibri" w:hAnsi="Calibri"/>
      <w:color w:val="auto"/>
      <w:sz w:val="32"/>
      <w:szCs w:val="32"/>
      <w:u w:val="single"/>
    </w:rPr>
  </w:style>
  <w:style w:type="character" w:customStyle="1" w:styleId="20">
    <w:name w:val="標題 2 字元"/>
    <w:link w:val="2"/>
    <w:uiPriority w:val="9"/>
    <w:semiHidden/>
    <w:rsid w:val="00F64DBA"/>
    <w:rPr>
      <w:rFonts w:ascii="Cambria" w:eastAsia="PMingLiU" w:hAnsi="Cambria" w:cs="Times New Roman"/>
      <w:b/>
      <w:bCs/>
      <w:color w:val="4F81BD"/>
      <w:sz w:val="26"/>
      <w:szCs w:val="26"/>
    </w:rPr>
  </w:style>
  <w:style w:type="paragraph" w:customStyle="1" w:styleId="DLiteTitle">
    <w:name w:val="DLite Title"/>
    <w:basedOn w:val="a3"/>
    <w:autoRedefine/>
    <w:qFormat/>
    <w:rsid w:val="00F64DBA"/>
    <w:pPr>
      <w:pBdr>
        <w:bottom w:val="none" w:sz="0" w:space="0" w:color="auto"/>
      </w:pBdr>
      <w:spacing w:before="240" w:after="60" w:line="276" w:lineRule="auto"/>
      <w:contextualSpacing w:val="0"/>
      <w:jc w:val="center"/>
      <w:outlineLvl w:val="0"/>
    </w:pPr>
    <w:rPr>
      <w:rFonts w:ascii="Calibri" w:hAnsi="Calibri"/>
      <w:b/>
      <w:bCs/>
      <w:color w:val="auto"/>
      <w:spacing w:val="0"/>
      <w:sz w:val="40"/>
      <w:szCs w:val="40"/>
    </w:rPr>
  </w:style>
  <w:style w:type="paragraph" w:styleId="a3">
    <w:name w:val="Title"/>
    <w:basedOn w:val="a"/>
    <w:next w:val="a"/>
    <w:link w:val="a4"/>
    <w:uiPriority w:val="10"/>
    <w:qFormat/>
    <w:rsid w:val="00F64DBA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標題 字元"/>
    <w:link w:val="a3"/>
    <w:uiPriority w:val="10"/>
    <w:rsid w:val="00F64DBA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customStyle="1" w:styleId="DLiteH3">
    <w:name w:val="DLite H3"/>
    <w:basedOn w:val="3"/>
    <w:autoRedefine/>
    <w:qFormat/>
    <w:rsid w:val="00F64DBA"/>
    <w:pPr>
      <w:keepLines w:val="0"/>
      <w:spacing w:before="0"/>
    </w:pPr>
    <w:rPr>
      <w:rFonts w:ascii="Calibri" w:hAnsi="Calibri"/>
      <w:color w:val="auto"/>
      <w:sz w:val="28"/>
      <w:szCs w:val="28"/>
    </w:rPr>
  </w:style>
  <w:style w:type="character" w:customStyle="1" w:styleId="30">
    <w:name w:val="標題 3 字元"/>
    <w:link w:val="3"/>
    <w:uiPriority w:val="9"/>
    <w:semiHidden/>
    <w:rsid w:val="00F64DBA"/>
    <w:rPr>
      <w:rFonts w:ascii="Cambria" w:eastAsia="PMingLiU" w:hAnsi="Cambria" w:cs="Times New Roman"/>
      <w:b/>
      <w:bCs/>
      <w:color w:val="4F81BD"/>
    </w:rPr>
  </w:style>
  <w:style w:type="paragraph" w:styleId="a5">
    <w:name w:val="header"/>
    <w:basedOn w:val="a"/>
    <w:link w:val="a6"/>
    <w:uiPriority w:val="99"/>
    <w:unhideWhenUsed/>
    <w:rsid w:val="007270AA"/>
    <w:pPr>
      <w:tabs>
        <w:tab w:val="center" w:pos="4320"/>
        <w:tab w:val="right" w:pos="8640"/>
      </w:tabs>
    </w:pPr>
  </w:style>
  <w:style w:type="character" w:customStyle="1" w:styleId="a6">
    <w:name w:val="頁首 字元"/>
    <w:link w:val="a5"/>
    <w:uiPriority w:val="99"/>
    <w:rsid w:val="007270AA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270AA"/>
    <w:pPr>
      <w:tabs>
        <w:tab w:val="center" w:pos="4320"/>
        <w:tab w:val="right" w:pos="8640"/>
      </w:tabs>
    </w:pPr>
  </w:style>
  <w:style w:type="character" w:customStyle="1" w:styleId="a8">
    <w:name w:val="頁尾 字元"/>
    <w:link w:val="a7"/>
    <w:uiPriority w:val="99"/>
    <w:rsid w:val="007270AA"/>
    <w:rPr>
      <w:sz w:val="22"/>
      <w:szCs w:val="22"/>
    </w:rPr>
  </w:style>
  <w:style w:type="paragraph" w:customStyle="1" w:styleId="DNoteH2">
    <w:name w:val="DNote H2"/>
    <w:basedOn w:val="a"/>
    <w:link w:val="DNoteH2Char"/>
    <w:qFormat/>
    <w:rsid w:val="0071716A"/>
    <w:rPr>
      <w:sz w:val="28"/>
      <w:szCs w:val="28"/>
      <w:u w:val="single"/>
    </w:rPr>
  </w:style>
  <w:style w:type="paragraph" w:customStyle="1" w:styleId="DNoteH1">
    <w:name w:val="DNote H1"/>
    <w:basedOn w:val="a"/>
    <w:link w:val="DNoteH1Char"/>
    <w:qFormat/>
    <w:rsid w:val="001009EC"/>
    <w:pPr>
      <w:jc w:val="center"/>
    </w:pPr>
    <w:rPr>
      <w:b/>
      <w:bCs/>
      <w:sz w:val="28"/>
      <w:szCs w:val="28"/>
    </w:rPr>
  </w:style>
  <w:style w:type="character" w:customStyle="1" w:styleId="DNoteH2Char">
    <w:name w:val="DNote H2 Char"/>
    <w:link w:val="DNoteH2"/>
    <w:rsid w:val="0071716A"/>
    <w:rPr>
      <w:sz w:val="28"/>
      <w:szCs w:val="28"/>
      <w:u w:val="single"/>
    </w:rPr>
  </w:style>
  <w:style w:type="paragraph" w:customStyle="1" w:styleId="DRef">
    <w:name w:val="DRef"/>
    <w:basedOn w:val="a"/>
    <w:link w:val="DRefChar"/>
    <w:qFormat/>
    <w:rsid w:val="001009EC"/>
    <w:rPr>
      <w:sz w:val="20"/>
      <w:szCs w:val="20"/>
    </w:rPr>
  </w:style>
  <w:style w:type="character" w:customStyle="1" w:styleId="DNoteH1Char">
    <w:name w:val="DNote H1 Char"/>
    <w:link w:val="DNoteH1"/>
    <w:rsid w:val="001009EC"/>
    <w:rPr>
      <w:b/>
      <w:bCs/>
      <w:sz w:val="28"/>
      <w:szCs w:val="28"/>
    </w:rPr>
  </w:style>
  <w:style w:type="character" w:customStyle="1" w:styleId="10">
    <w:name w:val="標題 1 字元"/>
    <w:link w:val="1"/>
    <w:uiPriority w:val="9"/>
    <w:rsid w:val="00E14E0F"/>
    <w:rPr>
      <w:rFonts w:ascii="Cambria" w:eastAsia="PMingLiU" w:hAnsi="Cambria" w:cs="Times New Roman"/>
      <w:b/>
      <w:bCs/>
      <w:kern w:val="32"/>
      <w:sz w:val="32"/>
      <w:szCs w:val="32"/>
    </w:rPr>
  </w:style>
  <w:style w:type="character" w:customStyle="1" w:styleId="DRefChar">
    <w:name w:val="DRef Char"/>
    <w:basedOn w:val="a0"/>
    <w:link w:val="DRef"/>
    <w:rsid w:val="001009EC"/>
  </w:style>
  <w:style w:type="paragraph" w:styleId="a9">
    <w:name w:val="No Spacing"/>
    <w:uiPriority w:val="1"/>
    <w:qFormat/>
    <w:rsid w:val="00724D08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7871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註解方塊文字 字元"/>
    <w:link w:val="aa"/>
    <w:uiPriority w:val="99"/>
    <w:semiHidden/>
    <w:rsid w:val="002F787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2287D"/>
    <w:pPr>
      <w:widowControl w:val="0"/>
      <w:suppressAutoHyphens/>
      <w:spacing w:after="0"/>
      <w:ind w:leftChars="200" w:left="48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table" w:styleId="ad">
    <w:name w:val="Table Grid"/>
    <w:basedOn w:val="a1"/>
    <w:uiPriority w:val="59"/>
    <w:rsid w:val="001C5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A02A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02A5"/>
    <w:rPr>
      <w:sz w:val="20"/>
      <w:szCs w:val="20"/>
    </w:rPr>
  </w:style>
  <w:style w:type="character" w:customStyle="1" w:styleId="af0">
    <w:name w:val="註解文字 字元"/>
    <w:basedOn w:val="a0"/>
    <w:link w:val="af"/>
    <w:uiPriority w:val="99"/>
    <w:semiHidden/>
    <w:rsid w:val="00CA02A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02A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CA02A5"/>
    <w:rPr>
      <w:b/>
      <w:bCs/>
    </w:rPr>
  </w:style>
  <w:style w:type="paragraph" w:styleId="Web">
    <w:name w:val="Normal (Web)"/>
    <w:basedOn w:val="a"/>
    <w:uiPriority w:val="99"/>
    <w:semiHidden/>
    <w:unhideWhenUsed/>
    <w:rsid w:val="00CC70D0"/>
    <w:pPr>
      <w:spacing w:before="100" w:beforeAutospacing="1" w:after="100" w:afterAutospacing="1"/>
    </w:pPr>
    <w:rPr>
      <w:rFonts w:ascii="PMingLiU" w:hAnsi="PMingLiU" w:cs="PMingLiU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D0306A"/>
    <w:pPr>
      <w:widowControl w:val="0"/>
      <w:spacing w:after="0"/>
    </w:pPr>
    <w:rPr>
      <w:rFonts w:hAnsi="Courier New" w:cs="Courier New"/>
      <w:kern w:val="2"/>
      <w:sz w:val="24"/>
      <w:szCs w:val="24"/>
    </w:rPr>
  </w:style>
  <w:style w:type="character" w:customStyle="1" w:styleId="af4">
    <w:name w:val="純文字 字元"/>
    <w:basedOn w:val="a0"/>
    <w:link w:val="af3"/>
    <w:uiPriority w:val="99"/>
    <w:semiHidden/>
    <w:rsid w:val="00D0306A"/>
    <w:rPr>
      <w:rFonts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0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7720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4446">
              <w:marLeft w:val="9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\AppData\Roaming\Microsoft\Templates\DLite%20DNC2%20Release%20No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2744-40BD-4156-BB1A-47FDD44A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DLite DNC2 Release Note.dotx</Template>
  <TotalTime>223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Powers</dc:creator>
  <cp:lastModifiedBy>Murphy Hu</cp:lastModifiedBy>
  <cp:revision>5</cp:revision>
  <cp:lastPrinted>2024-08-30T08:36:00Z</cp:lastPrinted>
  <dcterms:created xsi:type="dcterms:W3CDTF">2024-08-30T03:55:00Z</dcterms:created>
  <dcterms:modified xsi:type="dcterms:W3CDTF">2024-08-30T09:05:00Z</dcterms:modified>
</cp:coreProperties>
</file>